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310"/>
      </w:tblGrid>
      <w:tr w:rsidR="00ED4123" w:rsidRPr="00447E69" w:rsidTr="00FC354B">
        <w:tc>
          <w:tcPr>
            <w:tcW w:w="5103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4D054F45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354B" w:rsidRDefault="00FC354B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</w:p>
          <w:p w:rsidR="00ED4123" w:rsidRPr="00B30EBB" w:rsidRDefault="0018228F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18228F">
              <w:rPr>
                <w:b/>
                <w:sz w:val="16"/>
                <w:szCs w:val="16"/>
              </w:rPr>
              <w:t>Service d’Infrastructure de la Défense Nord-Est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310" w:type="dxa"/>
            <w:shd w:val="clear" w:color="auto" w:fill="auto"/>
          </w:tcPr>
          <w:p w:rsidR="00FC354B" w:rsidRDefault="00FC354B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</w:t>
            </w:r>
            <w:r w:rsidR="0071573C">
              <w:rPr>
                <w:b/>
                <w:sz w:val="24"/>
                <w:szCs w:val="24"/>
              </w:rPr>
              <w:t xml:space="preserve"> PROJET</w:t>
            </w:r>
            <w:r w:rsidRPr="00447E69">
              <w:rPr>
                <w:b/>
                <w:sz w:val="24"/>
                <w:szCs w:val="24"/>
              </w:rPr>
              <w:t> :</w:t>
            </w:r>
            <w:r w:rsidR="00013A3A">
              <w:rPr>
                <w:b/>
                <w:sz w:val="24"/>
                <w:szCs w:val="24"/>
              </w:rPr>
              <w:t xml:space="preserve"> </w:t>
            </w:r>
            <w:r w:rsidR="008E50AB" w:rsidRPr="0071573C">
              <w:rPr>
                <w:sz w:val="24"/>
                <w:szCs w:val="24"/>
              </w:rPr>
              <w:t>202</w:t>
            </w:r>
            <w:r w:rsidR="00013A3A" w:rsidRPr="0071573C">
              <w:rPr>
                <w:sz w:val="24"/>
                <w:szCs w:val="24"/>
              </w:rPr>
              <w:t>5</w:t>
            </w:r>
            <w:r w:rsidRPr="0071573C">
              <w:rPr>
                <w:sz w:val="24"/>
                <w:szCs w:val="24"/>
              </w:rPr>
              <w:t>-</w:t>
            </w:r>
            <w:r w:rsidR="00F74234">
              <w:rPr>
                <w:sz w:val="24"/>
                <w:szCs w:val="24"/>
              </w:rPr>
              <w:t>PCO001-</w:t>
            </w:r>
            <w:r w:rsidR="000A509F">
              <w:rPr>
                <w:sz w:val="24"/>
                <w:szCs w:val="24"/>
              </w:rPr>
              <w:t>020</w:t>
            </w:r>
          </w:p>
          <w:p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:rsidR="00FC354B" w:rsidRDefault="00FC354B" w:rsidP="00407DE1">
      <w:pPr>
        <w:spacing w:before="240"/>
        <w:jc w:val="center"/>
        <w:rPr>
          <w:b/>
          <w:sz w:val="28"/>
        </w:rPr>
      </w:pPr>
    </w:p>
    <w:p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:rsidTr="0053507F">
        <w:trPr>
          <w:trHeight w:val="505"/>
          <w:jc w:val="center"/>
        </w:trPr>
        <w:tc>
          <w:tcPr>
            <w:tcW w:w="9348" w:type="dxa"/>
            <w:shd w:val="clear" w:color="auto" w:fill="E6E6E6"/>
            <w:vAlign w:val="center"/>
          </w:tcPr>
          <w:p w:rsidR="00ED4123" w:rsidRPr="000E53EC" w:rsidRDefault="00B26FBE" w:rsidP="0053507F">
            <w:pPr>
              <w:jc w:val="center"/>
            </w:pPr>
            <w:r>
              <w:rPr>
                <w:b/>
                <w:sz w:val="22"/>
              </w:rPr>
              <w:t>DETAIL ESTIMATIF</w:t>
            </w:r>
          </w:p>
        </w:tc>
      </w:tr>
    </w:tbl>
    <w:p w:rsidR="00ED4123" w:rsidRDefault="00ED4123" w:rsidP="00321AE3"/>
    <w:p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5B0970">
              <w:rPr>
                <w:b/>
                <w:sz w:val="22"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426C7C" w:rsidRDefault="00426C7C" w:rsidP="00426C7C">
            <w:pPr>
              <w:jc w:val="center"/>
              <w:rPr>
                <w:sz w:val="22"/>
              </w:rPr>
            </w:pPr>
            <w:r w:rsidRPr="00426C7C">
              <w:rPr>
                <w:sz w:val="22"/>
              </w:rPr>
              <w:t>METZ (57)</w:t>
            </w:r>
            <w:r>
              <w:rPr>
                <w:sz w:val="22"/>
              </w:rPr>
              <w:t xml:space="preserve"> - </w:t>
            </w:r>
            <w:r w:rsidRPr="00426C7C">
              <w:rPr>
                <w:sz w:val="22"/>
              </w:rPr>
              <w:t>3ème RH – Caserne Séré de Rivières</w:t>
            </w:r>
            <w:r>
              <w:rPr>
                <w:sz w:val="22"/>
              </w:rPr>
              <w:t xml:space="preserve"> –</w:t>
            </w:r>
            <w:r w:rsidR="002B5F48">
              <w:rPr>
                <w:sz w:val="22"/>
              </w:rPr>
              <w:t xml:space="preserve"> </w:t>
            </w:r>
          </w:p>
          <w:p w:rsidR="000A509F" w:rsidRPr="000A509F" w:rsidRDefault="000A509F" w:rsidP="000A509F">
            <w:pPr>
              <w:jc w:val="center"/>
              <w:rPr>
                <w:b/>
                <w:sz w:val="22"/>
              </w:rPr>
            </w:pPr>
            <w:r w:rsidRPr="000A509F">
              <w:rPr>
                <w:b/>
                <w:sz w:val="22"/>
              </w:rPr>
              <w:t>Réhabilitation et mise aux normes du bâtiment 0001</w:t>
            </w:r>
          </w:p>
          <w:p w:rsidR="000A509F" w:rsidRPr="005B1842" w:rsidRDefault="000A509F" w:rsidP="000A509F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Diagnostic structure/incendie/humidité</w:t>
            </w:r>
            <w:bookmarkStart w:id="1" w:name="_GoBack"/>
            <w:bookmarkEnd w:id="1"/>
          </w:p>
          <w:p w:rsidR="005B1842" w:rsidRDefault="005B1842" w:rsidP="00C32EA3">
            <w:pPr>
              <w:jc w:val="center"/>
              <w:rPr>
                <w:sz w:val="22"/>
              </w:rPr>
            </w:pPr>
          </w:p>
          <w:p w:rsidR="007B58AF" w:rsidRPr="005B0970" w:rsidRDefault="008E50AB" w:rsidP="00C32EA3">
            <w:pPr>
              <w:jc w:val="center"/>
              <w:rPr>
                <w:sz w:val="22"/>
              </w:rPr>
            </w:pPr>
            <w:r w:rsidRPr="005B0970">
              <w:rPr>
                <w:sz w:val="22"/>
              </w:rPr>
              <w:t>Projet n°</w:t>
            </w:r>
            <w:r w:rsidR="0018228F" w:rsidRPr="0071573C">
              <w:rPr>
                <w:sz w:val="22"/>
              </w:rPr>
              <w:t>2025-PC001-</w:t>
            </w:r>
            <w:r w:rsidR="000A509F">
              <w:rPr>
                <w:sz w:val="22"/>
              </w:rPr>
              <w:t>020</w:t>
            </w:r>
          </w:p>
          <w:p w:rsidR="007B58AF" w:rsidRPr="00447E69" w:rsidRDefault="007B58AF" w:rsidP="009F538C"/>
        </w:tc>
      </w:tr>
    </w:tbl>
    <w:p w:rsidR="00ED4123" w:rsidRDefault="00ED4123" w:rsidP="00ED4123"/>
    <w:p w:rsidR="00FE2251" w:rsidRDefault="00FE2251" w:rsidP="00ED4123"/>
    <w:p w:rsidR="00FE2251" w:rsidRDefault="00FE2251" w:rsidP="00ED4123"/>
    <w:p w:rsidR="00FE2251" w:rsidRDefault="00FE2251" w:rsidP="00ED4123"/>
    <w:p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4720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TOUS LES POSTES DU CADRE DU BORDEREAU</w:t>
            </w: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DE PRIX DOIVENT IMPERATIVEMENT ETRE RENSEIGNES</w:t>
            </w:r>
          </w:p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sz w:val="22"/>
              </w:rPr>
            </w:pP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  <w:r w:rsidRPr="005B0970">
              <w:rPr>
                <w:b/>
                <w:bCs/>
                <w:sz w:val="22"/>
                <w:u w:val="single"/>
              </w:rPr>
              <w:t>NE SONT PAS ADMIS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NON</w:t>
            </w:r>
            <w:proofErr w:type="gramEnd"/>
            <w:r w:rsidRPr="005B0970">
              <w:rPr>
                <w:b/>
                <w:bCs/>
                <w:sz w:val="22"/>
              </w:rPr>
              <w:t xml:space="preserve"> CHIFFRES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POUR</w:t>
            </w:r>
            <w:proofErr w:type="gramEnd"/>
            <w:r w:rsidRPr="005B0970">
              <w:rPr>
                <w:b/>
                <w:bCs/>
                <w:sz w:val="22"/>
              </w:rPr>
              <w:t xml:space="preserve"> MEMOIRE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POSTES « INCLUS »</w:t>
            </w:r>
          </w:p>
          <w:p w:rsidR="00FE2251" w:rsidRPr="005B0970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  <w:sz w:val="22"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Pr="005B0970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  <w:sz w:val="22"/>
              </w:rPr>
            </w:pP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AJOUTS ET MODIFICATIONS DE POSTES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MONTANTS NULS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sz w:val="22"/>
              </w:rPr>
            </w:pPr>
            <w:r w:rsidRPr="005B0970">
              <w:rPr>
                <w:b/>
                <w:bCs/>
                <w:sz w:val="22"/>
              </w:rPr>
              <w:t>LA MODIFICATION DU CADRE</w:t>
            </w:r>
          </w:p>
        </w:tc>
      </w:tr>
    </w:tbl>
    <w:p w:rsidR="00ED4123" w:rsidRDefault="00ED4123" w:rsidP="00ED4123"/>
    <w:p w:rsidR="00FE2251" w:rsidRDefault="00FE2251">
      <w:pPr>
        <w:jc w:val="left"/>
      </w:pPr>
      <w:r>
        <w:br w:type="page"/>
      </w:r>
    </w:p>
    <w:p w:rsidR="00964E54" w:rsidRDefault="00964E54" w:rsidP="00032E35">
      <w:pPr>
        <w:ind w:left="851" w:hanging="851"/>
        <w:jc w:val="left"/>
        <w:rPr>
          <w:b/>
          <w:bCs/>
          <w:sz w:val="24"/>
          <w:u w:val="single"/>
        </w:rPr>
      </w:pPr>
      <w:r w:rsidRPr="00964E54">
        <w:rPr>
          <w:b/>
          <w:bCs/>
          <w:sz w:val="24"/>
          <w:u w:val="single"/>
        </w:rPr>
        <w:lastRenderedPageBreak/>
        <w:t>1ère PARTIE : PRESTATIONS A FORFAIT</w:t>
      </w:r>
    </w:p>
    <w:p w:rsidR="00964E54" w:rsidRPr="00964E54" w:rsidRDefault="00964E54" w:rsidP="00032E35">
      <w:pPr>
        <w:ind w:left="851" w:hanging="851"/>
        <w:jc w:val="left"/>
        <w:rPr>
          <w:b/>
          <w:bCs/>
          <w:sz w:val="24"/>
          <w:u w:val="single"/>
        </w:rPr>
      </w:pPr>
    </w:p>
    <w:p w:rsidR="00964E54" w:rsidRDefault="00964E54" w:rsidP="00032E35">
      <w:pPr>
        <w:ind w:left="851" w:hanging="851"/>
        <w:jc w:val="left"/>
        <w:rPr>
          <w:b/>
          <w:bCs/>
          <w:sz w:val="24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89"/>
        <w:gridCol w:w="1515"/>
        <w:gridCol w:w="2499"/>
      </w:tblGrid>
      <w:tr w:rsidR="00964E54" w:rsidRPr="002B0687" w:rsidTr="00EA0E74">
        <w:trPr>
          <w:trHeight w:val="555"/>
        </w:trPr>
        <w:tc>
          <w:tcPr>
            <w:tcW w:w="2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noWrap/>
            <w:vAlign w:val="center"/>
          </w:tcPr>
          <w:p w:rsidR="00964E54" w:rsidRPr="002B0687" w:rsidRDefault="00964E54" w:rsidP="00DF0013">
            <w:pPr>
              <w:jc w:val="center"/>
              <w:rPr>
                <w:b/>
                <w:bCs/>
              </w:rPr>
            </w:pPr>
            <w:r w:rsidRPr="00CC16FD">
              <w:rPr>
                <w:b/>
                <w:bCs/>
              </w:rPr>
              <w:t>Prestation</w:t>
            </w:r>
            <w:r>
              <w:rPr>
                <w:b/>
                <w:bCs/>
              </w:rPr>
              <w:t>s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64E54" w:rsidRPr="003B0C4D" w:rsidRDefault="00964E54" w:rsidP="00DF00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Unité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64E54" w:rsidRPr="003B0C4D" w:rsidRDefault="00964E54" w:rsidP="00DF00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</w:t>
            </w:r>
            <w:r w:rsidRPr="003B0C4D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en € </w:t>
            </w:r>
            <w:r w:rsidRPr="003B0C4D">
              <w:rPr>
                <w:b/>
                <w:bCs/>
              </w:rPr>
              <w:t>HT</w:t>
            </w:r>
          </w:p>
        </w:tc>
      </w:tr>
      <w:tr w:rsidR="00964E54" w:rsidRPr="002B0687" w:rsidTr="00EA0E74">
        <w:trPr>
          <w:trHeight w:val="555"/>
        </w:trPr>
        <w:tc>
          <w:tcPr>
            <w:tcW w:w="2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4E54" w:rsidRPr="00EF67ED" w:rsidRDefault="00964E54" w:rsidP="00DF0013">
            <w:pPr>
              <w:jc w:val="center"/>
            </w:pPr>
            <w:r w:rsidRPr="00EF67ED">
              <w:t>Diagnostic structure</w:t>
            </w:r>
            <w:r>
              <w:t xml:space="preserve"> et fourniture du rapport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DF0013">
            <w:pPr>
              <w:jc w:val="center"/>
              <w:rPr>
                <w:b/>
              </w:rPr>
            </w:pPr>
            <w:r w:rsidRPr="00EA0E74">
              <w:rPr>
                <w:b/>
              </w:rPr>
              <w:t>forfait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2B0687" w:rsidRDefault="00964E54" w:rsidP="00DF0013">
            <w:pPr>
              <w:jc w:val="center"/>
            </w:pPr>
          </w:p>
        </w:tc>
      </w:tr>
      <w:tr w:rsidR="002E3AF5" w:rsidRPr="002B0687" w:rsidTr="00EA0E74">
        <w:trPr>
          <w:trHeight w:val="555"/>
        </w:trPr>
        <w:tc>
          <w:tcPr>
            <w:tcW w:w="2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3AF5" w:rsidRPr="00EF67ED" w:rsidRDefault="002E3AF5" w:rsidP="002E3AF5">
            <w:pPr>
              <w:jc w:val="center"/>
            </w:pPr>
            <w:r w:rsidRPr="00EF67ED">
              <w:t xml:space="preserve">Diagnostic </w:t>
            </w:r>
            <w:r>
              <w:t>incendie et fourniture du rapport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AF5" w:rsidRPr="00EA0E74" w:rsidRDefault="002E3AF5" w:rsidP="00DF0013">
            <w:pPr>
              <w:jc w:val="center"/>
              <w:rPr>
                <w:b/>
              </w:rPr>
            </w:pPr>
            <w:r w:rsidRPr="00EA0E74">
              <w:rPr>
                <w:b/>
              </w:rPr>
              <w:t>forfait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AF5" w:rsidRPr="002B0687" w:rsidRDefault="002E3AF5" w:rsidP="00DF0013">
            <w:pPr>
              <w:jc w:val="center"/>
            </w:pPr>
          </w:p>
        </w:tc>
      </w:tr>
      <w:tr w:rsidR="002E3AF5" w:rsidRPr="002B0687" w:rsidTr="00EA0E74">
        <w:trPr>
          <w:trHeight w:val="555"/>
        </w:trPr>
        <w:tc>
          <w:tcPr>
            <w:tcW w:w="28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3AF5" w:rsidRPr="00EF67ED" w:rsidRDefault="002E3AF5" w:rsidP="002E3AF5">
            <w:pPr>
              <w:jc w:val="center"/>
            </w:pPr>
            <w:r w:rsidRPr="00EF67ED">
              <w:t xml:space="preserve">Diagnostic </w:t>
            </w:r>
            <w:r>
              <w:t>humidité sur la partie sous-sol et fourniture du rapport</w:t>
            </w:r>
          </w:p>
        </w:tc>
        <w:tc>
          <w:tcPr>
            <w:tcW w:w="82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AF5" w:rsidRPr="00EA0E74" w:rsidRDefault="002E3AF5" w:rsidP="00DF0013">
            <w:pPr>
              <w:jc w:val="center"/>
              <w:rPr>
                <w:b/>
              </w:rPr>
            </w:pPr>
            <w:r w:rsidRPr="00EA0E74">
              <w:rPr>
                <w:b/>
              </w:rPr>
              <w:t>forfait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3AF5" w:rsidRPr="002B0687" w:rsidRDefault="002E3AF5" w:rsidP="00DF0013">
            <w:pPr>
              <w:jc w:val="center"/>
            </w:pPr>
          </w:p>
        </w:tc>
      </w:tr>
      <w:tr w:rsidR="00964E54" w:rsidRPr="002B0687" w:rsidTr="00EA0E74">
        <w:trPr>
          <w:trHeight w:val="555"/>
        </w:trPr>
        <w:tc>
          <w:tcPr>
            <w:tcW w:w="3656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964E54" w:rsidRPr="00CC16FD" w:rsidRDefault="00964E54" w:rsidP="00964E54">
            <w:pPr>
              <w:jc w:val="right"/>
            </w:pPr>
            <w:r w:rsidRPr="009D1514">
              <w:rPr>
                <w:b/>
                <w:bCs/>
                <w:sz w:val="24"/>
                <w:szCs w:val="24"/>
              </w:rPr>
              <w:t>MONTANT TOTAL HT</w:t>
            </w:r>
          </w:p>
        </w:tc>
        <w:tc>
          <w:tcPr>
            <w:tcW w:w="13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2B0687" w:rsidRDefault="00964E54" w:rsidP="00DF0013">
            <w:pPr>
              <w:jc w:val="center"/>
            </w:pPr>
          </w:p>
        </w:tc>
      </w:tr>
    </w:tbl>
    <w:p w:rsidR="008740CD" w:rsidRDefault="008740CD" w:rsidP="00032E35">
      <w:pPr>
        <w:ind w:left="851" w:hanging="851"/>
        <w:jc w:val="left"/>
        <w:rPr>
          <w:b/>
          <w:bCs/>
          <w:sz w:val="24"/>
        </w:rPr>
      </w:pPr>
    </w:p>
    <w:p w:rsidR="00964E54" w:rsidRDefault="00964E54" w:rsidP="00032E35">
      <w:pPr>
        <w:ind w:left="851" w:hanging="851"/>
        <w:jc w:val="left"/>
        <w:rPr>
          <w:b/>
          <w:bCs/>
          <w:sz w:val="24"/>
        </w:rPr>
      </w:pPr>
    </w:p>
    <w:p w:rsidR="00964E54" w:rsidRDefault="00964E54" w:rsidP="00032E35">
      <w:pPr>
        <w:ind w:left="851" w:hanging="851"/>
        <w:jc w:val="left"/>
        <w:rPr>
          <w:b/>
          <w:bCs/>
          <w:sz w:val="24"/>
        </w:rPr>
      </w:pPr>
    </w:p>
    <w:p w:rsidR="00964E54" w:rsidRDefault="00964E54" w:rsidP="00964E54">
      <w:pPr>
        <w:pStyle w:val="Retraitcorpsdetexte"/>
        <w:pBdr>
          <w:left w:val="none" w:sz="0" w:space="0" w:color="auto"/>
        </w:pBdr>
        <w:rPr>
          <w:b/>
          <w:bCs/>
          <w:sz w:val="24"/>
          <w:u w:val="single"/>
        </w:rPr>
      </w:pPr>
      <w:r w:rsidRPr="002D7D0E">
        <w:rPr>
          <w:b/>
          <w:bCs/>
          <w:sz w:val="24"/>
          <w:u w:val="single"/>
        </w:rPr>
        <w:t>2</w:t>
      </w:r>
      <w:r w:rsidRPr="002D7D0E">
        <w:rPr>
          <w:b/>
          <w:bCs/>
          <w:sz w:val="24"/>
          <w:u w:val="single"/>
          <w:vertAlign w:val="superscript"/>
        </w:rPr>
        <w:t>ème</w:t>
      </w:r>
      <w:r w:rsidRPr="002D7D0E">
        <w:rPr>
          <w:b/>
          <w:bCs/>
          <w:sz w:val="24"/>
          <w:u w:val="single"/>
        </w:rPr>
        <w:t xml:space="preserve"> PARTIE : PRESTATIONS SUR BORDEREAU DE PRIX UNITAIRES</w:t>
      </w:r>
    </w:p>
    <w:p w:rsidR="00964E54" w:rsidRPr="00964E54" w:rsidRDefault="00964E54" w:rsidP="00964E54">
      <w:pPr>
        <w:pStyle w:val="Retraitcorpsdetexte"/>
        <w:pBdr>
          <w:left w:val="none" w:sz="0" w:space="0" w:color="auto"/>
        </w:pBdr>
        <w:rPr>
          <w:b/>
          <w:bCs/>
          <w:sz w:val="24"/>
          <w:u w:val="single"/>
        </w:rPr>
      </w:pPr>
    </w:p>
    <w:p w:rsidR="00CD3397" w:rsidRDefault="00CD3397" w:rsidP="00032E35">
      <w:pPr>
        <w:ind w:left="851" w:hanging="851"/>
        <w:jc w:val="left"/>
        <w:rPr>
          <w:b/>
          <w:bCs/>
          <w:sz w:val="24"/>
        </w:rPr>
      </w:pPr>
    </w:p>
    <w:tbl>
      <w:tblPr>
        <w:tblW w:w="94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20"/>
        <w:gridCol w:w="709"/>
        <w:gridCol w:w="1134"/>
        <w:gridCol w:w="1701"/>
        <w:gridCol w:w="2551"/>
      </w:tblGrid>
      <w:tr w:rsidR="00964E54" w:rsidRPr="002D7D0E" w:rsidTr="00964E54"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4E54" w:rsidRPr="002D7D0E" w:rsidRDefault="00964E54" w:rsidP="00DF001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4E54" w:rsidRPr="002D7D0E" w:rsidRDefault="00964E54" w:rsidP="00DF0013">
            <w:pPr>
              <w:jc w:val="center"/>
              <w:rPr>
                <w:b/>
                <w:bCs/>
              </w:rPr>
            </w:pPr>
            <w:r w:rsidRPr="002D7D0E">
              <w:rPr>
                <w:b/>
                <w:bCs/>
              </w:rPr>
              <w:t>Unité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4E54" w:rsidRPr="002D7D0E" w:rsidRDefault="00964E54" w:rsidP="00DF0013">
            <w:pPr>
              <w:jc w:val="center"/>
              <w:rPr>
                <w:b/>
                <w:bCs/>
              </w:rPr>
            </w:pPr>
            <w:r w:rsidRPr="002D7D0E">
              <w:rPr>
                <w:b/>
                <w:bCs/>
              </w:rPr>
              <w:t>Quantité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4E54" w:rsidRPr="002D7D0E" w:rsidRDefault="00964E54" w:rsidP="00DF0013">
            <w:pPr>
              <w:jc w:val="center"/>
              <w:rPr>
                <w:b/>
                <w:bCs/>
              </w:rPr>
            </w:pPr>
            <w:r w:rsidRPr="002D7D0E">
              <w:rPr>
                <w:b/>
                <w:bCs/>
              </w:rPr>
              <w:t>Prix unitaire</w:t>
            </w:r>
          </w:p>
          <w:p w:rsidR="00964E54" w:rsidRPr="002D7D0E" w:rsidRDefault="00964E54" w:rsidP="00DF0013">
            <w:pPr>
              <w:jc w:val="center"/>
              <w:rPr>
                <w:b/>
                <w:bCs/>
              </w:rPr>
            </w:pPr>
            <w:r w:rsidRPr="002D7D0E">
              <w:rPr>
                <w:b/>
                <w:bCs/>
              </w:rPr>
              <w:t>(en chiffres)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4E54" w:rsidRPr="002D7D0E" w:rsidRDefault="00964E54" w:rsidP="00DF0013">
            <w:pPr>
              <w:jc w:val="center"/>
              <w:rPr>
                <w:b/>
                <w:bCs/>
              </w:rPr>
            </w:pPr>
            <w:r w:rsidRPr="002D7D0E">
              <w:rPr>
                <w:b/>
                <w:bCs/>
              </w:rPr>
              <w:t xml:space="preserve">Montant </w:t>
            </w:r>
            <w:r>
              <w:rPr>
                <w:b/>
                <w:bCs/>
              </w:rPr>
              <w:t xml:space="preserve">en € </w:t>
            </w:r>
            <w:r w:rsidRPr="002D7D0E">
              <w:rPr>
                <w:b/>
                <w:bCs/>
              </w:rPr>
              <w:t>HT</w:t>
            </w:r>
          </w:p>
        </w:tc>
      </w:tr>
      <w:tr w:rsidR="00964E54" w:rsidRPr="002D7D0E" w:rsidTr="00964E54">
        <w:trPr>
          <w:trHeight w:val="668"/>
        </w:trPr>
        <w:tc>
          <w:tcPr>
            <w:tcW w:w="3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54" w:rsidRPr="009D1514" w:rsidRDefault="00964E54" w:rsidP="00DF0013">
            <w:pPr>
              <w:jc w:val="center"/>
              <w:rPr>
                <w:bCs/>
              </w:rPr>
            </w:pPr>
            <w:r>
              <w:t>Sondage destructif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Cs w:val="24"/>
              </w:rPr>
            </w:pPr>
            <w:r w:rsidRPr="00EA0E74">
              <w:rPr>
                <w:b/>
                <w:bCs/>
                <w:szCs w:val="24"/>
              </w:rPr>
              <w:t>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54" w:rsidRPr="00EA0E74" w:rsidRDefault="002E3AF5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Cs w:val="24"/>
                <w:lang w:val="nl-NL"/>
              </w:rPr>
            </w:pPr>
            <w:r>
              <w:rPr>
                <w:b/>
                <w:bCs/>
                <w:szCs w:val="24"/>
                <w:lang w:val="nl-NL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54" w:rsidRPr="009D1514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 w:val="24"/>
                <w:szCs w:val="24"/>
                <w:lang w:val="nl-NL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54" w:rsidRPr="009D1514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 w:val="24"/>
                <w:szCs w:val="24"/>
                <w:lang w:val="nl-NL"/>
              </w:rPr>
            </w:pPr>
          </w:p>
        </w:tc>
      </w:tr>
      <w:tr w:rsidR="00964E54" w:rsidRPr="002D7D0E" w:rsidTr="006F1DCA">
        <w:trPr>
          <w:trHeight w:val="668"/>
        </w:trPr>
        <w:tc>
          <w:tcPr>
            <w:tcW w:w="68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54" w:rsidRPr="00964E54" w:rsidRDefault="00964E54" w:rsidP="00964E54">
            <w:pPr>
              <w:jc w:val="right"/>
              <w:rPr>
                <w:bCs/>
              </w:rPr>
            </w:pPr>
            <w:r w:rsidRPr="009D1514">
              <w:rPr>
                <w:b/>
                <w:bCs/>
                <w:sz w:val="24"/>
                <w:szCs w:val="24"/>
              </w:rPr>
              <w:t>MONTANT TOTAL HT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4E54" w:rsidRPr="009D1514" w:rsidRDefault="00964E54" w:rsidP="00964E54">
            <w:pPr>
              <w:pStyle w:val="Retraitcorpsdetexte"/>
              <w:pBdr>
                <w:left w:val="none" w:sz="0" w:space="0" w:color="auto"/>
              </w:pBdr>
              <w:ind w:left="0" w:firstLine="0"/>
              <w:rPr>
                <w:b/>
                <w:bCs/>
                <w:sz w:val="24"/>
                <w:szCs w:val="24"/>
                <w:lang w:val="nl-NL"/>
              </w:rPr>
            </w:pPr>
          </w:p>
        </w:tc>
      </w:tr>
    </w:tbl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p w:rsidR="00964E54" w:rsidRDefault="00964E54" w:rsidP="00032E35">
      <w:pPr>
        <w:ind w:left="851" w:hanging="851"/>
        <w:jc w:val="left"/>
        <w:rPr>
          <w:b/>
          <w:bCs/>
          <w:sz w:val="24"/>
        </w:rPr>
      </w:pPr>
    </w:p>
    <w:p w:rsidR="00964E54" w:rsidRDefault="00964E54" w:rsidP="00032E35">
      <w:pPr>
        <w:ind w:left="851" w:hanging="851"/>
        <w:jc w:val="left"/>
        <w:rPr>
          <w:b/>
          <w:bCs/>
          <w:sz w:val="24"/>
        </w:rPr>
      </w:pPr>
    </w:p>
    <w:p w:rsidR="00964E54" w:rsidRDefault="00964E54" w:rsidP="00032E35">
      <w:pPr>
        <w:ind w:left="851" w:hanging="851"/>
        <w:jc w:val="left"/>
        <w:rPr>
          <w:b/>
          <w:bCs/>
          <w:sz w:val="24"/>
        </w:rPr>
      </w:pP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76"/>
        <w:gridCol w:w="5407"/>
        <w:gridCol w:w="2268"/>
      </w:tblGrid>
      <w:tr w:rsidR="00964E54" w:rsidRPr="006A2DBD" w:rsidTr="00EA0E74">
        <w:trPr>
          <w:cantSplit/>
          <w:trHeight w:val="372"/>
          <w:jc w:val="center"/>
        </w:trPr>
        <w:tc>
          <w:tcPr>
            <w:tcW w:w="7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964E54" w:rsidRPr="001D266E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1D266E">
              <w:rPr>
                <w:b/>
                <w:bCs/>
                <w:sz w:val="24"/>
                <w:szCs w:val="24"/>
              </w:rPr>
              <w:t>TABLEAU RECAPITULATIF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964E54" w:rsidRPr="001D266E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 w:val="24"/>
                <w:szCs w:val="24"/>
              </w:rPr>
            </w:pPr>
            <w:r w:rsidRPr="001D266E">
              <w:rPr>
                <w:b/>
                <w:bCs/>
                <w:sz w:val="24"/>
                <w:szCs w:val="24"/>
              </w:rPr>
              <w:t>Montant</w:t>
            </w:r>
            <w:r>
              <w:rPr>
                <w:b/>
                <w:bCs/>
                <w:sz w:val="24"/>
                <w:szCs w:val="24"/>
              </w:rPr>
              <w:t xml:space="preserve"> en € HT</w:t>
            </w:r>
          </w:p>
        </w:tc>
      </w:tr>
      <w:tr w:rsidR="00964E54" w:rsidRPr="006A2DBD" w:rsidTr="00EA0E74">
        <w:trPr>
          <w:cantSplit/>
          <w:trHeight w:val="562"/>
          <w:jc w:val="center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Cs w:val="24"/>
              </w:rPr>
            </w:pPr>
            <w:r w:rsidRPr="00EA0E74">
              <w:rPr>
                <w:b/>
                <w:bCs/>
                <w:szCs w:val="24"/>
              </w:rPr>
              <w:t>1</w:t>
            </w:r>
            <w:r w:rsidRPr="00EA0E74">
              <w:rPr>
                <w:b/>
                <w:bCs/>
                <w:szCs w:val="24"/>
                <w:vertAlign w:val="superscript"/>
              </w:rPr>
              <w:t>ère</w:t>
            </w:r>
            <w:r w:rsidRPr="00EA0E74">
              <w:rPr>
                <w:b/>
                <w:bCs/>
                <w:szCs w:val="24"/>
              </w:rPr>
              <w:t xml:space="preserve"> PARTIE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ind w:left="0" w:firstLine="0"/>
              <w:rPr>
                <w:b/>
                <w:bCs/>
                <w:szCs w:val="24"/>
              </w:rPr>
            </w:pPr>
            <w:r w:rsidRPr="00EA0E74">
              <w:rPr>
                <w:b/>
                <w:bCs/>
                <w:szCs w:val="24"/>
              </w:rPr>
              <w:t>PRESTATIONS A FORFAIT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Cs w:val="24"/>
              </w:rPr>
            </w:pPr>
          </w:p>
        </w:tc>
      </w:tr>
      <w:tr w:rsidR="00964E54" w:rsidRPr="006A2DBD" w:rsidTr="00EA0E74">
        <w:trPr>
          <w:cantSplit/>
          <w:trHeight w:val="556"/>
          <w:jc w:val="center"/>
        </w:trPr>
        <w:tc>
          <w:tcPr>
            <w:tcW w:w="1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Cs w:val="24"/>
              </w:rPr>
            </w:pPr>
            <w:r w:rsidRPr="00EA0E74">
              <w:rPr>
                <w:b/>
                <w:bCs/>
                <w:szCs w:val="24"/>
              </w:rPr>
              <w:t>2</w:t>
            </w:r>
            <w:r w:rsidRPr="00EA0E74">
              <w:rPr>
                <w:b/>
                <w:bCs/>
                <w:szCs w:val="24"/>
                <w:vertAlign w:val="superscript"/>
              </w:rPr>
              <w:t>ème</w:t>
            </w:r>
            <w:r w:rsidRPr="00EA0E74">
              <w:rPr>
                <w:b/>
                <w:bCs/>
                <w:szCs w:val="24"/>
              </w:rPr>
              <w:t xml:space="preserve"> PARTIE</w:t>
            </w:r>
          </w:p>
        </w:tc>
        <w:tc>
          <w:tcPr>
            <w:tcW w:w="5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rPr>
                <w:b/>
                <w:bCs/>
                <w:szCs w:val="24"/>
              </w:rPr>
            </w:pPr>
            <w:r w:rsidRPr="00EA0E74">
              <w:rPr>
                <w:b/>
                <w:bCs/>
                <w:szCs w:val="24"/>
              </w:rPr>
              <w:t>PRESTATIONS SUR BORDEREAU DE PRIX UNITAIRES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Cs w:val="24"/>
              </w:rPr>
            </w:pPr>
          </w:p>
        </w:tc>
      </w:tr>
      <w:tr w:rsidR="00964E54" w:rsidRPr="006A2DBD" w:rsidTr="00EA0E74">
        <w:trPr>
          <w:trHeight w:val="551"/>
          <w:jc w:val="center"/>
        </w:trPr>
        <w:tc>
          <w:tcPr>
            <w:tcW w:w="7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right"/>
              <w:rPr>
                <w:b/>
                <w:bCs/>
                <w:szCs w:val="24"/>
              </w:rPr>
            </w:pPr>
            <w:r w:rsidRPr="00EA0E74">
              <w:rPr>
                <w:b/>
                <w:bCs/>
                <w:szCs w:val="24"/>
              </w:rPr>
              <w:t>MONTANT TOTAL HT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Cs w:val="24"/>
              </w:rPr>
            </w:pPr>
          </w:p>
        </w:tc>
      </w:tr>
      <w:tr w:rsidR="00964E54" w:rsidRPr="006A2DBD" w:rsidTr="00EA0E74">
        <w:trPr>
          <w:trHeight w:val="573"/>
          <w:jc w:val="center"/>
        </w:trPr>
        <w:tc>
          <w:tcPr>
            <w:tcW w:w="7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right"/>
              <w:rPr>
                <w:b/>
                <w:bCs/>
                <w:szCs w:val="24"/>
              </w:rPr>
            </w:pPr>
            <w:r w:rsidRPr="00EA0E74">
              <w:rPr>
                <w:b/>
                <w:bCs/>
                <w:szCs w:val="24"/>
              </w:rPr>
              <w:t>TVA 20 %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Cs w:val="24"/>
              </w:rPr>
            </w:pPr>
          </w:p>
        </w:tc>
      </w:tr>
      <w:tr w:rsidR="00964E54" w:rsidRPr="006A2DBD" w:rsidTr="00EA0E74">
        <w:trPr>
          <w:trHeight w:val="694"/>
          <w:jc w:val="center"/>
        </w:trPr>
        <w:tc>
          <w:tcPr>
            <w:tcW w:w="70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right"/>
              <w:rPr>
                <w:b/>
                <w:bCs/>
                <w:szCs w:val="24"/>
              </w:rPr>
            </w:pPr>
            <w:r w:rsidRPr="00EA0E74">
              <w:rPr>
                <w:b/>
                <w:bCs/>
                <w:szCs w:val="24"/>
              </w:rPr>
              <w:t>MONTANT TOTAL TTC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4E54" w:rsidRPr="00EA0E74" w:rsidRDefault="00964E54" w:rsidP="00964E54">
            <w:pPr>
              <w:pStyle w:val="Retraitcorpsdetexte"/>
              <w:pBdr>
                <w:left w:val="none" w:sz="0" w:space="0" w:color="auto"/>
              </w:pBdr>
              <w:jc w:val="center"/>
              <w:rPr>
                <w:b/>
                <w:bCs/>
                <w:szCs w:val="24"/>
              </w:rPr>
            </w:pPr>
          </w:p>
        </w:tc>
      </w:tr>
    </w:tbl>
    <w:p w:rsidR="003F4E20" w:rsidRDefault="003F4E20" w:rsidP="00032E35">
      <w:pPr>
        <w:ind w:left="851" w:hanging="851"/>
        <w:jc w:val="left"/>
        <w:rPr>
          <w:b/>
          <w:bCs/>
          <w:sz w:val="24"/>
        </w:rPr>
      </w:pPr>
    </w:p>
    <w:p w:rsidR="00964E54" w:rsidRDefault="00964E54" w:rsidP="00032E35">
      <w:pPr>
        <w:ind w:left="851" w:hanging="851"/>
        <w:jc w:val="left"/>
        <w:rPr>
          <w:b/>
          <w:bCs/>
          <w:sz w:val="24"/>
        </w:rPr>
      </w:pPr>
    </w:p>
    <w:p w:rsidR="00964E54" w:rsidRDefault="00964E54" w:rsidP="00032E35">
      <w:pPr>
        <w:ind w:left="851" w:hanging="851"/>
        <w:jc w:val="left"/>
        <w:rPr>
          <w:b/>
          <w:bCs/>
          <w:sz w:val="24"/>
        </w:rPr>
      </w:pPr>
    </w:p>
    <w:p w:rsidR="00ED4123" w:rsidRPr="0004648A" w:rsidRDefault="00ED4123" w:rsidP="0004648A">
      <w:pPr>
        <w:jc w:val="left"/>
        <w:rPr>
          <w:b/>
          <w:bCs/>
          <w:sz w:val="24"/>
        </w:rPr>
      </w:pPr>
    </w:p>
    <w:p w:rsidR="00EE2BA3" w:rsidRDefault="00EE2BA3" w:rsidP="00EE2BA3">
      <w:pPr>
        <w:rPr>
          <w:sz w:val="22"/>
          <w:szCs w:val="22"/>
        </w:rPr>
      </w:pPr>
    </w:p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</w:t>
      </w:r>
      <w:proofErr w:type="gramStart"/>
      <w:r>
        <w:t>date</w:t>
      </w:r>
      <w:proofErr w:type="gramEnd"/>
      <w:r>
        <w:t>, signature et cachet)</w:t>
      </w:r>
    </w:p>
    <w:p w:rsidR="002E3AF5" w:rsidRDefault="00721A44" w:rsidP="00721A44">
      <w:pPr>
        <w:tabs>
          <w:tab w:val="left" w:pos="2445"/>
        </w:tabs>
      </w:pPr>
      <w:r>
        <w:tab/>
      </w:r>
    </w:p>
    <w:p w:rsidR="002E3AF5" w:rsidRPr="002E3AF5" w:rsidRDefault="002E3AF5" w:rsidP="002E3AF5"/>
    <w:p w:rsidR="002E3AF5" w:rsidRPr="002E3AF5" w:rsidRDefault="002E3AF5" w:rsidP="002E3AF5"/>
    <w:p w:rsidR="002E3AF5" w:rsidRPr="002E3AF5" w:rsidRDefault="002E3AF5" w:rsidP="002E3AF5"/>
    <w:p w:rsidR="002E3AF5" w:rsidRDefault="002E3AF5" w:rsidP="002E3AF5"/>
    <w:p w:rsidR="00ED4123" w:rsidRPr="002E3AF5" w:rsidRDefault="002E3AF5" w:rsidP="002E3AF5">
      <w:pPr>
        <w:tabs>
          <w:tab w:val="left" w:pos="2595"/>
        </w:tabs>
      </w:pPr>
      <w:r>
        <w:tab/>
      </w:r>
    </w:p>
    <w:sectPr w:rsidR="00ED4123" w:rsidRPr="002E3AF5" w:rsidSect="00ED4123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0D" w:rsidRDefault="00F3000D">
      <w:r>
        <w:separator/>
      </w:r>
    </w:p>
  </w:endnote>
  <w:endnote w:type="continuationSeparator" w:id="0">
    <w:p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:rsidTr="005F78F3">
      <w:tc>
        <w:tcPr>
          <w:tcW w:w="3134" w:type="dxa"/>
        </w:tcPr>
        <w:p w:rsidR="005F78F3" w:rsidRDefault="005F78F3" w:rsidP="00943FB6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 w:rsidR="00E02EB4">
            <w:t>rojet n°</w:t>
          </w:r>
          <w:r w:rsidR="00E02EB4" w:rsidRPr="004454AE">
            <w:t>2025</w:t>
          </w:r>
          <w:r w:rsidRPr="004454AE">
            <w:t>-PC001-</w:t>
          </w:r>
          <w:r w:rsidR="002E3AF5">
            <w:t>020</w:t>
          </w:r>
        </w:p>
      </w:tc>
      <w:tc>
        <w:tcPr>
          <w:tcW w:w="3134" w:type="dxa"/>
        </w:tcPr>
        <w:p w:rsidR="00FC354B" w:rsidRDefault="00FC354B" w:rsidP="00011516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D</w:t>
          </w:r>
          <w:r w:rsidR="00011516">
            <w:rPr>
              <w:rStyle w:val="Numrodepage"/>
            </w:rPr>
            <w:t>étail estimatif</w:t>
          </w:r>
        </w:p>
      </w:tc>
      <w:tc>
        <w:tcPr>
          <w:tcW w:w="3135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504D55">
            <w:rPr>
              <w:noProof/>
            </w:rPr>
            <w:t>2</w:t>
          </w:r>
          <w:r>
            <w:fldChar w:fldCharType="end"/>
          </w:r>
          <w:r>
            <w:t xml:space="preserve"> / </w:t>
          </w:r>
          <w:r w:rsidR="00504D55">
            <w:fldChar w:fldCharType="begin"/>
          </w:r>
          <w:r w:rsidR="00504D55">
            <w:instrText xml:space="preserve"> NUMPAGES   \* MERGEFORMAT </w:instrText>
          </w:r>
          <w:r w:rsidR="00504D55">
            <w:fldChar w:fldCharType="separate"/>
          </w:r>
          <w:r w:rsidR="00504D55">
            <w:rPr>
              <w:noProof/>
            </w:rPr>
            <w:t>2</w:t>
          </w:r>
          <w:r w:rsidR="00504D55">
            <w:rPr>
              <w:noProof/>
            </w:rPr>
            <w:fldChar w:fldCharType="end"/>
          </w:r>
        </w:p>
      </w:tc>
    </w:tr>
  </w:tbl>
  <w:p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r w:rsidR="00504D55">
      <w:fldChar w:fldCharType="begin"/>
    </w:r>
    <w:r w:rsidR="00504D55">
      <w:instrText xml:space="preserve"> NUMPAGES   \* MERGEFORMAT </w:instrText>
    </w:r>
    <w:r w:rsidR="00504D55">
      <w:fldChar w:fldCharType="separate"/>
    </w:r>
    <w:r w:rsidR="00A01746">
      <w:rPr>
        <w:noProof/>
      </w:rPr>
      <w:t>3</w:t>
    </w:r>
    <w:r w:rsidR="00504D55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fldSimple w:instr=" NUMPAGES   \* MERGEFORMAT ">
        <w:r>
          <w:rPr>
            <w:noProof/>
          </w:rPr>
          <w:t>3</w:t>
        </w:r>
      </w:fldSimple>
      <w:r>
        <w:separator/>
      </w:r>
    </w:p>
  </w:footnote>
  <w:footnote w:type="continuationSeparator" w:id="0">
    <w:p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1516"/>
    <w:rsid w:val="00013A3A"/>
    <w:rsid w:val="00014DC0"/>
    <w:rsid w:val="00032E35"/>
    <w:rsid w:val="0004648A"/>
    <w:rsid w:val="00047F0E"/>
    <w:rsid w:val="00052B64"/>
    <w:rsid w:val="00053201"/>
    <w:rsid w:val="00082F9B"/>
    <w:rsid w:val="00084115"/>
    <w:rsid w:val="000960D7"/>
    <w:rsid w:val="000A509F"/>
    <w:rsid w:val="000D0B26"/>
    <w:rsid w:val="00104D6F"/>
    <w:rsid w:val="001115FB"/>
    <w:rsid w:val="001169C1"/>
    <w:rsid w:val="0012008E"/>
    <w:rsid w:val="00122E5D"/>
    <w:rsid w:val="001357D8"/>
    <w:rsid w:val="00144CE9"/>
    <w:rsid w:val="00153D96"/>
    <w:rsid w:val="001549BF"/>
    <w:rsid w:val="00172B18"/>
    <w:rsid w:val="0018228F"/>
    <w:rsid w:val="00183B4B"/>
    <w:rsid w:val="001B5AFD"/>
    <w:rsid w:val="002018D6"/>
    <w:rsid w:val="002119BF"/>
    <w:rsid w:val="00225DA1"/>
    <w:rsid w:val="00236256"/>
    <w:rsid w:val="0024658D"/>
    <w:rsid w:val="002A46BE"/>
    <w:rsid w:val="002A5B9F"/>
    <w:rsid w:val="002B5F48"/>
    <w:rsid w:val="002D4762"/>
    <w:rsid w:val="002E280F"/>
    <w:rsid w:val="002E3AF5"/>
    <w:rsid w:val="00302D1F"/>
    <w:rsid w:val="00321AE3"/>
    <w:rsid w:val="003312C9"/>
    <w:rsid w:val="00362291"/>
    <w:rsid w:val="0036605D"/>
    <w:rsid w:val="00367B5E"/>
    <w:rsid w:val="003706E1"/>
    <w:rsid w:val="0037644F"/>
    <w:rsid w:val="00380A59"/>
    <w:rsid w:val="00380C17"/>
    <w:rsid w:val="00394043"/>
    <w:rsid w:val="003A5BBE"/>
    <w:rsid w:val="003B1105"/>
    <w:rsid w:val="003B4ECF"/>
    <w:rsid w:val="003C4178"/>
    <w:rsid w:val="003C73D0"/>
    <w:rsid w:val="003C7914"/>
    <w:rsid w:val="003D4447"/>
    <w:rsid w:val="003E6A6C"/>
    <w:rsid w:val="003F4E20"/>
    <w:rsid w:val="003F61DB"/>
    <w:rsid w:val="00407DE1"/>
    <w:rsid w:val="004142DA"/>
    <w:rsid w:val="00426C7C"/>
    <w:rsid w:val="004276FC"/>
    <w:rsid w:val="004454AE"/>
    <w:rsid w:val="004535AE"/>
    <w:rsid w:val="00496599"/>
    <w:rsid w:val="0049680E"/>
    <w:rsid w:val="00497D76"/>
    <w:rsid w:val="004C216D"/>
    <w:rsid w:val="004E1B34"/>
    <w:rsid w:val="0050110B"/>
    <w:rsid w:val="00504D55"/>
    <w:rsid w:val="0050585E"/>
    <w:rsid w:val="00515C94"/>
    <w:rsid w:val="00516611"/>
    <w:rsid w:val="00525462"/>
    <w:rsid w:val="0053385D"/>
    <w:rsid w:val="0053507F"/>
    <w:rsid w:val="0059291F"/>
    <w:rsid w:val="0059325A"/>
    <w:rsid w:val="00595362"/>
    <w:rsid w:val="005A4292"/>
    <w:rsid w:val="005B0970"/>
    <w:rsid w:val="005B1842"/>
    <w:rsid w:val="005C3CA4"/>
    <w:rsid w:val="005D7D5B"/>
    <w:rsid w:val="005E415C"/>
    <w:rsid w:val="005F047C"/>
    <w:rsid w:val="005F78F3"/>
    <w:rsid w:val="0061172C"/>
    <w:rsid w:val="006249C5"/>
    <w:rsid w:val="00641783"/>
    <w:rsid w:val="00645D17"/>
    <w:rsid w:val="00652DC2"/>
    <w:rsid w:val="00675A58"/>
    <w:rsid w:val="00685C11"/>
    <w:rsid w:val="00691AA5"/>
    <w:rsid w:val="006A042B"/>
    <w:rsid w:val="006B526D"/>
    <w:rsid w:val="006C3A26"/>
    <w:rsid w:val="006D0C43"/>
    <w:rsid w:val="00704A67"/>
    <w:rsid w:val="00710564"/>
    <w:rsid w:val="0071573C"/>
    <w:rsid w:val="00721A44"/>
    <w:rsid w:val="007222B3"/>
    <w:rsid w:val="0078475B"/>
    <w:rsid w:val="007B515D"/>
    <w:rsid w:val="007B58AF"/>
    <w:rsid w:val="007B5DD6"/>
    <w:rsid w:val="007B6D03"/>
    <w:rsid w:val="007C03C6"/>
    <w:rsid w:val="007E1649"/>
    <w:rsid w:val="007E4711"/>
    <w:rsid w:val="00800605"/>
    <w:rsid w:val="00803240"/>
    <w:rsid w:val="008152F7"/>
    <w:rsid w:val="00817AD6"/>
    <w:rsid w:val="0082125E"/>
    <w:rsid w:val="008740CD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43FB6"/>
    <w:rsid w:val="009627C9"/>
    <w:rsid w:val="00964E54"/>
    <w:rsid w:val="00976EF7"/>
    <w:rsid w:val="00982E4E"/>
    <w:rsid w:val="00984351"/>
    <w:rsid w:val="009A15E4"/>
    <w:rsid w:val="009A5AAB"/>
    <w:rsid w:val="009B2637"/>
    <w:rsid w:val="009B263A"/>
    <w:rsid w:val="009C082C"/>
    <w:rsid w:val="009E1CA3"/>
    <w:rsid w:val="009E6490"/>
    <w:rsid w:val="009F0682"/>
    <w:rsid w:val="009F538C"/>
    <w:rsid w:val="00A01746"/>
    <w:rsid w:val="00A204D8"/>
    <w:rsid w:val="00A57368"/>
    <w:rsid w:val="00AA2488"/>
    <w:rsid w:val="00AB502F"/>
    <w:rsid w:val="00AC4C66"/>
    <w:rsid w:val="00AD3F89"/>
    <w:rsid w:val="00AD48CC"/>
    <w:rsid w:val="00AE3E29"/>
    <w:rsid w:val="00AE7A10"/>
    <w:rsid w:val="00AF3113"/>
    <w:rsid w:val="00AF4C51"/>
    <w:rsid w:val="00B2247B"/>
    <w:rsid w:val="00B26FBE"/>
    <w:rsid w:val="00B602D5"/>
    <w:rsid w:val="00B71D01"/>
    <w:rsid w:val="00B76176"/>
    <w:rsid w:val="00B936AA"/>
    <w:rsid w:val="00BA01C9"/>
    <w:rsid w:val="00BA6E3D"/>
    <w:rsid w:val="00BA72B8"/>
    <w:rsid w:val="00BC5E34"/>
    <w:rsid w:val="00BD18F0"/>
    <w:rsid w:val="00BF73B1"/>
    <w:rsid w:val="00C30488"/>
    <w:rsid w:val="00C32EA3"/>
    <w:rsid w:val="00C6115F"/>
    <w:rsid w:val="00CB40F6"/>
    <w:rsid w:val="00CD3397"/>
    <w:rsid w:val="00CD6D20"/>
    <w:rsid w:val="00CE4285"/>
    <w:rsid w:val="00CF6B3A"/>
    <w:rsid w:val="00D0536C"/>
    <w:rsid w:val="00D1221A"/>
    <w:rsid w:val="00D2043C"/>
    <w:rsid w:val="00D37D30"/>
    <w:rsid w:val="00D52B69"/>
    <w:rsid w:val="00D838B4"/>
    <w:rsid w:val="00D92B2C"/>
    <w:rsid w:val="00DC4C3E"/>
    <w:rsid w:val="00DD0AD4"/>
    <w:rsid w:val="00DF3AD9"/>
    <w:rsid w:val="00E02EB4"/>
    <w:rsid w:val="00E10B5D"/>
    <w:rsid w:val="00E2276F"/>
    <w:rsid w:val="00E23E43"/>
    <w:rsid w:val="00E405E6"/>
    <w:rsid w:val="00E44E9A"/>
    <w:rsid w:val="00E71734"/>
    <w:rsid w:val="00E773A3"/>
    <w:rsid w:val="00EA0E74"/>
    <w:rsid w:val="00EB147C"/>
    <w:rsid w:val="00EC07B8"/>
    <w:rsid w:val="00ED4123"/>
    <w:rsid w:val="00EE20EE"/>
    <w:rsid w:val="00EE2BA3"/>
    <w:rsid w:val="00EF2E30"/>
    <w:rsid w:val="00EF6E75"/>
    <w:rsid w:val="00F24480"/>
    <w:rsid w:val="00F3000D"/>
    <w:rsid w:val="00F308C8"/>
    <w:rsid w:val="00F30BC8"/>
    <w:rsid w:val="00F37736"/>
    <w:rsid w:val="00F61365"/>
    <w:rsid w:val="00F73001"/>
    <w:rsid w:val="00F74234"/>
    <w:rsid w:val="00F81CC7"/>
    <w:rsid w:val="00F876BE"/>
    <w:rsid w:val="00F9770F"/>
    <w:rsid w:val="00FA1499"/>
    <w:rsid w:val="00FB277E"/>
    <w:rsid w:val="00FC1C26"/>
    <w:rsid w:val="00FC354B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03A16838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D293D9-98E7-44FA-AE6C-67D05C249D9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D7E9F0E-57D0-4A0E-A107-087276728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</Template>
  <TotalTime>79</TotalTime>
  <Pages>2</Pages>
  <Words>204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MILLERET Romain INGE CIVI DEFE</cp:lastModifiedBy>
  <cp:revision>50</cp:revision>
  <cp:lastPrinted>2018-04-23T12:39:00Z</cp:lastPrinted>
  <dcterms:created xsi:type="dcterms:W3CDTF">2024-11-07T14:21:00Z</dcterms:created>
  <dcterms:modified xsi:type="dcterms:W3CDTF">2025-07-07T11:55:00Z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